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CA4B14" w:rsidRPr="00BE2045" w:rsidRDefault="00817FB9" w:rsidP="00D521E6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>
        <w:rPr>
          <w:rFonts w:ascii="Arial" w:hAnsi="Arial" w:cs="Arial"/>
          <w:b/>
          <w:sz w:val="28"/>
        </w:rPr>
        <w:t>Knižní skener</w:t>
      </w:r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>Kč vč.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dne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>
      <w:pPr>
        <w:jc w:val="center"/>
        <w:rPr>
          <w:rFonts w:ascii="Arial" w:hAnsi="Arial"/>
          <w:sz w:val="28"/>
        </w:rPr>
      </w:pPr>
    </w:p>
    <w:p w:rsidR="00BE3628" w:rsidRPr="00BE2045" w:rsidRDefault="00E26AB0" w:rsidP="00BE3628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>
        <w:rPr>
          <w:rFonts w:ascii="Arial" w:hAnsi="Arial" w:cs="Arial"/>
          <w:b/>
          <w:sz w:val="28"/>
        </w:rPr>
        <w:t>Knižní s</w:t>
      </w:r>
      <w:bookmarkStart w:id="0" w:name="_GoBack"/>
      <w:bookmarkEnd w:id="0"/>
      <w:r w:rsidR="00817FB9">
        <w:rPr>
          <w:rFonts w:ascii="Arial" w:hAnsi="Arial" w:cs="Arial"/>
          <w:b/>
          <w:sz w:val="28"/>
        </w:rPr>
        <w:t>kener</w:t>
      </w:r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>Kč vč.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dne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BE5"/>
    <w:rsid w:val="007E3477"/>
    <w:rsid w:val="007F0080"/>
    <w:rsid w:val="007F1ABC"/>
    <w:rsid w:val="00804C91"/>
    <w:rsid w:val="008111D0"/>
    <w:rsid w:val="00817FB9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E3628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26AB0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1967AF3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8579-16B8-4D79-9388-DE26834E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1</TotalTime>
  <Pages>3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3</cp:revision>
  <cp:lastPrinted>2010-09-13T12:56:00Z</cp:lastPrinted>
  <dcterms:created xsi:type="dcterms:W3CDTF">2025-02-10T15:42:00Z</dcterms:created>
  <dcterms:modified xsi:type="dcterms:W3CDTF">2025-02-20T07:29:00Z</dcterms:modified>
</cp:coreProperties>
</file>