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Default="00175E47" w:rsidP="00103CDD">
      <w:pPr>
        <w:pStyle w:val="text"/>
        <w:widowControl/>
        <w:spacing w:before="0" w:line="240" w:lineRule="auto"/>
        <w:jc w:val="center"/>
        <w:rPr>
          <w:b/>
          <w:sz w:val="28"/>
        </w:rPr>
      </w:pPr>
      <w:r>
        <w:rPr>
          <w:b/>
          <w:sz w:val="28"/>
        </w:rPr>
        <w:t>Podnikatelský park Rafaelova II</w:t>
      </w:r>
      <w:r w:rsidR="00C927A2">
        <w:rPr>
          <w:b/>
          <w:sz w:val="28"/>
        </w:rPr>
        <w:t xml:space="preserve"> - PD</w:t>
      </w:r>
    </w:p>
    <w:p w:rsidR="00175E47" w:rsidRDefault="00175E47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27A2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  <w:bookmarkStart w:id="0" w:name="_GoBack"/>
      <w:bookmarkEnd w:id="0"/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C927A2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C927A2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C927A2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C927A2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C927A2" w:rsidP="00DB0A06">
    <w:pPr>
      <w:pStyle w:val="Zhlav"/>
    </w:pPr>
  </w:p>
  <w:p w:rsidR="00D61C98" w:rsidRPr="00DB0A06" w:rsidRDefault="00C927A2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C927A2">
    <w:pPr>
      <w:pStyle w:val="Zhlav"/>
    </w:pPr>
  </w:p>
  <w:p w:rsidR="00DB0A06" w:rsidRDefault="00C927A2" w:rsidP="00DB0A06">
    <w:pPr>
      <w:pStyle w:val="Zhlav"/>
    </w:pPr>
  </w:p>
  <w:p w:rsidR="00D61C98" w:rsidRDefault="00C927A2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75E47"/>
    <w:rsid w:val="001D5767"/>
    <w:rsid w:val="00253B64"/>
    <w:rsid w:val="002B1BEB"/>
    <w:rsid w:val="0034442E"/>
    <w:rsid w:val="004300E5"/>
    <w:rsid w:val="00451CBC"/>
    <w:rsid w:val="00460A36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B10267"/>
    <w:rsid w:val="00BA5C0D"/>
    <w:rsid w:val="00C43407"/>
    <w:rsid w:val="00C927A2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CE8889A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0D79D-729B-4603-A781-454EA281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3</cp:revision>
  <dcterms:created xsi:type="dcterms:W3CDTF">2024-10-01T08:57:00Z</dcterms:created>
  <dcterms:modified xsi:type="dcterms:W3CDTF">2024-10-03T07:44:00Z</dcterms:modified>
</cp:coreProperties>
</file>